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FC04A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10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837047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747D64">
        <w:rPr>
          <w:rFonts w:ascii="Arial Narrow" w:hAnsi="Arial Narrow"/>
          <w:noProof/>
          <w:sz w:val="22"/>
          <w:lang w:val="de-DE"/>
        </w:rPr>
        <w:t>17.05.2017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F15E84" w:rsidRDefault="00497CA7" w:rsidP="00F15E8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</w:p>
    <w:p w:rsidR="005241F3" w:rsidRDefault="007440AD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5E7B65" w:rsidRDefault="005E7B65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 (Matze)</w:t>
      </w:r>
    </w:p>
    <w:p w:rsidR="00FC04A6" w:rsidRDefault="00FC04A6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Adobe CC</w:t>
      </w:r>
      <w:r w:rsidR="00315F78">
        <w:rPr>
          <w:rFonts w:ascii="Arial Narrow" w:hAnsi="Arial Narrow"/>
          <w:sz w:val="22"/>
          <w:lang w:val="de-DE"/>
        </w:rPr>
        <w:t xml:space="preserve"> für einen Rechner</w:t>
      </w:r>
      <w:r>
        <w:rPr>
          <w:rFonts w:ascii="Arial Narrow" w:hAnsi="Arial Narrow"/>
          <w:sz w:val="22"/>
          <w:lang w:val="de-DE"/>
        </w:rPr>
        <w:t xml:space="preserve"> (Felix)</w:t>
      </w:r>
    </w:p>
    <w:p w:rsidR="0001370C" w:rsidRDefault="0001370C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Sonnenschirm (Fleig)</w:t>
      </w:r>
    </w:p>
    <w:p w:rsidR="00305C9B" w:rsidRDefault="00305C9B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Studierbar (Armin)</w:t>
      </w:r>
    </w:p>
    <w:p w:rsidR="00305C9B" w:rsidRDefault="00305C9B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ELFerRat (Lukas/Matze)</w:t>
      </w:r>
    </w:p>
    <w:p w:rsidR="00305C9B" w:rsidRDefault="00305C9B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Social Media Team (Lukas)</w:t>
      </w:r>
    </w:p>
    <w:p w:rsidR="008A7A09" w:rsidRDefault="008A7A09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Stand „auf“ HKB für Reftreff-Entwickler (Lukas)</w:t>
      </w:r>
    </w:p>
    <w:p w:rsidR="0001370C" w:rsidRDefault="00EA48C0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LAK (Matze)</w:t>
      </w:r>
    </w:p>
    <w:p w:rsidR="00FB4ECF" w:rsidRDefault="00FB4ECF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 (Fleig)</w:t>
      </w:r>
    </w:p>
    <w:p w:rsidR="00747D64" w:rsidRDefault="00747D64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Finanzanträge UnFug (Matze)</w:t>
      </w:r>
      <w:bookmarkStart w:id="0" w:name="_GoBack"/>
      <w:bookmarkEnd w:id="0"/>
    </w:p>
    <w:p w:rsidR="009E51ED" w:rsidRPr="00FC04A6" w:rsidRDefault="00E71175" w:rsidP="00FC04A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9E51ED" w:rsidRPr="00FC04A6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872FE">
      <w:rPr>
        <w:rFonts w:ascii="Arial Narrow" w:hAnsi="Arial Narrow"/>
        <w:sz w:val="20"/>
        <w:lang w:val="de-DE"/>
      </w:rPr>
      <w:t>SS17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47D6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370C"/>
    <w:rsid w:val="000243CF"/>
    <w:rsid w:val="0003734E"/>
    <w:rsid w:val="000410E8"/>
    <w:rsid w:val="000459F9"/>
    <w:rsid w:val="00045EF3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546DA"/>
    <w:rsid w:val="00186A63"/>
    <w:rsid w:val="001C7E80"/>
    <w:rsid w:val="001D222F"/>
    <w:rsid w:val="001D3317"/>
    <w:rsid w:val="001D47FD"/>
    <w:rsid w:val="001F5D4C"/>
    <w:rsid w:val="00203683"/>
    <w:rsid w:val="00211E26"/>
    <w:rsid w:val="00240A7A"/>
    <w:rsid w:val="00273332"/>
    <w:rsid w:val="00274830"/>
    <w:rsid w:val="00284322"/>
    <w:rsid w:val="002A108C"/>
    <w:rsid w:val="002A571F"/>
    <w:rsid w:val="002B1A01"/>
    <w:rsid w:val="002D090B"/>
    <w:rsid w:val="002D6AB8"/>
    <w:rsid w:val="002E7327"/>
    <w:rsid w:val="00305C9B"/>
    <w:rsid w:val="00310FD9"/>
    <w:rsid w:val="00312F4D"/>
    <w:rsid w:val="003154A6"/>
    <w:rsid w:val="00315F78"/>
    <w:rsid w:val="003339C0"/>
    <w:rsid w:val="0034237A"/>
    <w:rsid w:val="0036697F"/>
    <w:rsid w:val="003733CC"/>
    <w:rsid w:val="003775B0"/>
    <w:rsid w:val="0039509D"/>
    <w:rsid w:val="00396AA7"/>
    <w:rsid w:val="003A704C"/>
    <w:rsid w:val="003B669B"/>
    <w:rsid w:val="003C4F54"/>
    <w:rsid w:val="003F5426"/>
    <w:rsid w:val="00406006"/>
    <w:rsid w:val="004108F1"/>
    <w:rsid w:val="00425BF8"/>
    <w:rsid w:val="00425EF5"/>
    <w:rsid w:val="004359A0"/>
    <w:rsid w:val="00441B0C"/>
    <w:rsid w:val="0048079E"/>
    <w:rsid w:val="00487AF4"/>
    <w:rsid w:val="00495713"/>
    <w:rsid w:val="00497CA7"/>
    <w:rsid w:val="004D1F62"/>
    <w:rsid w:val="00501683"/>
    <w:rsid w:val="00501BD9"/>
    <w:rsid w:val="005241F3"/>
    <w:rsid w:val="00543129"/>
    <w:rsid w:val="00563559"/>
    <w:rsid w:val="00577F83"/>
    <w:rsid w:val="00593FA9"/>
    <w:rsid w:val="005B1C22"/>
    <w:rsid w:val="005E7B65"/>
    <w:rsid w:val="005F45A2"/>
    <w:rsid w:val="00602994"/>
    <w:rsid w:val="00606F9B"/>
    <w:rsid w:val="006170C0"/>
    <w:rsid w:val="006204D1"/>
    <w:rsid w:val="00665600"/>
    <w:rsid w:val="00685893"/>
    <w:rsid w:val="00686ECB"/>
    <w:rsid w:val="006934C1"/>
    <w:rsid w:val="006A01E2"/>
    <w:rsid w:val="006A0CE7"/>
    <w:rsid w:val="006A2577"/>
    <w:rsid w:val="006A6E9D"/>
    <w:rsid w:val="006A6F8F"/>
    <w:rsid w:val="006C0C94"/>
    <w:rsid w:val="006C4D68"/>
    <w:rsid w:val="006F3E5B"/>
    <w:rsid w:val="006F55D7"/>
    <w:rsid w:val="00713690"/>
    <w:rsid w:val="007173E9"/>
    <w:rsid w:val="00733F99"/>
    <w:rsid w:val="007364E7"/>
    <w:rsid w:val="00742C7E"/>
    <w:rsid w:val="007440AD"/>
    <w:rsid w:val="00747D64"/>
    <w:rsid w:val="00761B22"/>
    <w:rsid w:val="0076384A"/>
    <w:rsid w:val="00766556"/>
    <w:rsid w:val="00784186"/>
    <w:rsid w:val="007B1EB9"/>
    <w:rsid w:val="007C767B"/>
    <w:rsid w:val="007D3525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8FE"/>
    <w:rsid w:val="00815DF3"/>
    <w:rsid w:val="0081784D"/>
    <w:rsid w:val="00837047"/>
    <w:rsid w:val="00843F45"/>
    <w:rsid w:val="008457B3"/>
    <w:rsid w:val="00847CDD"/>
    <w:rsid w:val="008743D8"/>
    <w:rsid w:val="008A7A09"/>
    <w:rsid w:val="008C250E"/>
    <w:rsid w:val="008D16EC"/>
    <w:rsid w:val="008D2BDB"/>
    <w:rsid w:val="008F7364"/>
    <w:rsid w:val="00927544"/>
    <w:rsid w:val="009301A0"/>
    <w:rsid w:val="00937828"/>
    <w:rsid w:val="00956F05"/>
    <w:rsid w:val="00962D5F"/>
    <w:rsid w:val="009757B0"/>
    <w:rsid w:val="00981F70"/>
    <w:rsid w:val="00986653"/>
    <w:rsid w:val="009906B7"/>
    <w:rsid w:val="009B1C2A"/>
    <w:rsid w:val="009B7B2F"/>
    <w:rsid w:val="009D3E73"/>
    <w:rsid w:val="009E51ED"/>
    <w:rsid w:val="009E695E"/>
    <w:rsid w:val="009E6CE4"/>
    <w:rsid w:val="009F29AA"/>
    <w:rsid w:val="00A05515"/>
    <w:rsid w:val="00A448D9"/>
    <w:rsid w:val="00A44D35"/>
    <w:rsid w:val="00A45838"/>
    <w:rsid w:val="00A60056"/>
    <w:rsid w:val="00A87E62"/>
    <w:rsid w:val="00A94BC2"/>
    <w:rsid w:val="00AE757F"/>
    <w:rsid w:val="00AF264D"/>
    <w:rsid w:val="00AF4860"/>
    <w:rsid w:val="00AF5710"/>
    <w:rsid w:val="00AF6783"/>
    <w:rsid w:val="00B118D5"/>
    <w:rsid w:val="00B25462"/>
    <w:rsid w:val="00B262CA"/>
    <w:rsid w:val="00B31937"/>
    <w:rsid w:val="00B40F8C"/>
    <w:rsid w:val="00B47140"/>
    <w:rsid w:val="00B51224"/>
    <w:rsid w:val="00B83D82"/>
    <w:rsid w:val="00B84C88"/>
    <w:rsid w:val="00B872FE"/>
    <w:rsid w:val="00BA10A5"/>
    <w:rsid w:val="00BD08F6"/>
    <w:rsid w:val="00BD4E8B"/>
    <w:rsid w:val="00BE1515"/>
    <w:rsid w:val="00C00D76"/>
    <w:rsid w:val="00C1435E"/>
    <w:rsid w:val="00C22F83"/>
    <w:rsid w:val="00C46942"/>
    <w:rsid w:val="00C60DAE"/>
    <w:rsid w:val="00C63840"/>
    <w:rsid w:val="00C63FA7"/>
    <w:rsid w:val="00C70A7F"/>
    <w:rsid w:val="00C747E6"/>
    <w:rsid w:val="00C772CC"/>
    <w:rsid w:val="00C82C9C"/>
    <w:rsid w:val="00CA5DF7"/>
    <w:rsid w:val="00CB5BD5"/>
    <w:rsid w:val="00CC1CB0"/>
    <w:rsid w:val="00CD7327"/>
    <w:rsid w:val="00CD7E93"/>
    <w:rsid w:val="00CF0EE6"/>
    <w:rsid w:val="00D24AA6"/>
    <w:rsid w:val="00D523B8"/>
    <w:rsid w:val="00D55BFE"/>
    <w:rsid w:val="00D56973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71175"/>
    <w:rsid w:val="00E81768"/>
    <w:rsid w:val="00E90352"/>
    <w:rsid w:val="00E90521"/>
    <w:rsid w:val="00E97E93"/>
    <w:rsid w:val="00EA30A5"/>
    <w:rsid w:val="00EA48C0"/>
    <w:rsid w:val="00EB31F2"/>
    <w:rsid w:val="00ED333D"/>
    <w:rsid w:val="00F15E84"/>
    <w:rsid w:val="00F15EEB"/>
    <w:rsid w:val="00F52EB7"/>
    <w:rsid w:val="00F82B23"/>
    <w:rsid w:val="00F834DE"/>
    <w:rsid w:val="00FB4ECF"/>
    <w:rsid w:val="00FC04A6"/>
    <w:rsid w:val="00FD2BD0"/>
    <w:rsid w:val="00FD2F2E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4:docId w14:val="441A3894"/>
  <w15:docId w15:val="{01C0CCC6-9520-4039-9FAC-661BC06E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61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Matze</cp:lastModifiedBy>
  <cp:revision>10</cp:revision>
  <cp:lastPrinted>2017-05-10T10:57:00Z</cp:lastPrinted>
  <dcterms:created xsi:type="dcterms:W3CDTF">2017-05-11T14:22:00Z</dcterms:created>
  <dcterms:modified xsi:type="dcterms:W3CDTF">2017-05-17T09:23:00Z</dcterms:modified>
</cp:coreProperties>
</file>